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51" w:rsidRPr="00ED503E" w:rsidRDefault="00ED503E" w:rsidP="00ED503E">
      <w:pPr>
        <w:jc w:val="center"/>
        <w:rPr>
          <w:b/>
          <w:sz w:val="36"/>
          <w:u w:val="single"/>
          <w:lang w:val="en-US"/>
        </w:rPr>
      </w:pPr>
      <w:r w:rsidRPr="00ED503E">
        <w:rPr>
          <w:b/>
          <w:sz w:val="36"/>
          <w:u w:val="single"/>
          <w:lang w:val="en-US"/>
        </w:rPr>
        <w:t>ETL504 TL as Leader</w:t>
      </w:r>
    </w:p>
    <w:p w:rsidR="00ED503E" w:rsidRPr="00ED503E" w:rsidRDefault="00ED503E" w:rsidP="00ED503E">
      <w:pPr>
        <w:jc w:val="center"/>
        <w:rPr>
          <w:b/>
          <w:sz w:val="36"/>
          <w:u w:val="single"/>
          <w:lang w:val="en-US"/>
        </w:rPr>
      </w:pPr>
      <w:r w:rsidRPr="00ED503E">
        <w:rPr>
          <w:b/>
          <w:sz w:val="36"/>
          <w:u w:val="single"/>
          <w:lang w:val="en-US"/>
        </w:rPr>
        <w:t>Assignment 1A – Topic Proposal Submission Form</w:t>
      </w:r>
    </w:p>
    <w:p w:rsidR="00ED503E" w:rsidRDefault="00ED503E" w:rsidP="00ED503E">
      <w:pPr>
        <w:jc w:val="center"/>
        <w:rPr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  <w:r w:rsidRPr="00ED503E">
        <w:rPr>
          <w:b/>
          <w:sz w:val="24"/>
          <w:lang w:val="en-US"/>
        </w:rPr>
        <w:t>Group No.:</w:t>
      </w:r>
    </w:p>
    <w:p w:rsid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  <w:r w:rsidRPr="00ED503E">
        <w:rPr>
          <w:b/>
          <w:sz w:val="24"/>
          <w:lang w:val="en-US"/>
        </w:rPr>
        <w:t>Objective to be addressed:</w:t>
      </w: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Intended </w:t>
      </w:r>
      <w:r w:rsidRPr="00ED503E">
        <w:rPr>
          <w:b/>
          <w:sz w:val="24"/>
          <w:lang w:val="en-US"/>
        </w:rPr>
        <w:t>Audience:</w:t>
      </w: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  <w:r w:rsidRPr="00ED503E">
        <w:rPr>
          <w:b/>
          <w:sz w:val="24"/>
          <w:lang w:val="en-US"/>
        </w:rPr>
        <w:t>Topic Title:</w:t>
      </w: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</w:p>
    <w:p w:rsidR="00ED503E" w:rsidRPr="00ED503E" w:rsidRDefault="00ED503E" w:rsidP="00ED503E">
      <w:pPr>
        <w:rPr>
          <w:b/>
          <w:sz w:val="24"/>
          <w:lang w:val="en-US"/>
        </w:rPr>
      </w:pPr>
      <w:r w:rsidRPr="00ED503E">
        <w:rPr>
          <w:b/>
          <w:sz w:val="24"/>
          <w:lang w:val="en-US"/>
        </w:rPr>
        <w:t>Expected Outcomes:</w:t>
      </w:r>
    </w:p>
    <w:sectPr w:rsidR="00ED503E" w:rsidRPr="00ED503E" w:rsidSect="001D34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7243"/>
    <w:rsid w:val="00077243"/>
    <w:rsid w:val="001D3451"/>
    <w:rsid w:val="00417FD5"/>
    <w:rsid w:val="00A8295B"/>
    <w:rsid w:val="00ED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51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hittakern\Local%20Settings\Temporary%20Internet%20Files\Content.IE5\U4B7HM1Y\Topic+Proposal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Topic+Proposal[1]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Sturt University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whittakern</dc:creator>
  <cp:keywords/>
  <dc:description/>
  <cp:lastModifiedBy>whittakern</cp:lastModifiedBy>
  <cp:revision>1</cp:revision>
  <dcterms:created xsi:type="dcterms:W3CDTF">2011-07-25T05:51:00Z</dcterms:created>
  <dcterms:modified xsi:type="dcterms:W3CDTF">2011-07-25T05:51:00Z</dcterms:modified>
</cp:coreProperties>
</file>